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5EB95" w14:textId="77777777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510B6E8C" w14:textId="77777777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3E9CCC46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205563FC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06E98A20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48649D5B" w14:textId="77777777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56F57A95" w14:textId="4E4E260D" w:rsidR="00865EA4" w:rsidRDefault="001D56DF" w:rsidP="00202FF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 xml:space="preserve">Příloha </w:t>
      </w:r>
      <w:r w:rsidR="00292F7E" w:rsidRPr="00016B0B">
        <w:rPr>
          <w:rFonts w:ascii="Book Antiqua" w:eastAsia="Times New Roman" w:hAnsi="Book Antiqua" w:cs="Arial"/>
          <w:lang w:eastAsia="cs-CZ"/>
        </w:rPr>
        <w:t>f</w:t>
      </w:r>
      <w:r w:rsidRPr="00016B0B">
        <w:rPr>
          <w:rFonts w:ascii="Book Antiqua" w:eastAsia="Times New Roman" w:hAnsi="Book Antiqua" w:cs="Arial"/>
          <w:lang w:eastAsia="cs-CZ"/>
        </w:rPr>
        <w:t xml:space="preserve">) Výkresy na </w:t>
      </w:r>
      <w:r w:rsidRPr="00ED787B">
        <w:rPr>
          <w:rFonts w:ascii="Book Antiqua" w:eastAsia="Times New Roman" w:hAnsi="Book Antiqua" w:cs="Arial"/>
          <w:lang w:eastAsia="cs-CZ"/>
        </w:rPr>
        <w:t xml:space="preserve">akci </w:t>
      </w:r>
      <w:r w:rsidR="000C4DB6" w:rsidRPr="007E0D7A">
        <w:rPr>
          <w:rFonts w:ascii="Book Antiqua" w:eastAsia="Times New Roman" w:hAnsi="Book Antiqua" w:cs="Arial"/>
          <w:lang w:eastAsia="cs-CZ"/>
        </w:rPr>
        <w:t>„</w:t>
      </w:r>
      <w:r w:rsidR="001F3680" w:rsidRPr="007E0D7A">
        <w:rPr>
          <w:rFonts w:ascii="Book Antiqua" w:eastAsia="Book Antiqua" w:hAnsi="Book Antiqua" w:cs="Book Antiqua"/>
          <w:b/>
          <w:bCs/>
          <w:lang w:eastAsia="cs-CZ"/>
        </w:rPr>
        <w:t>M</w:t>
      </w:r>
      <w:r w:rsidR="001F3680" w:rsidRPr="007E0D7A">
        <w:rPr>
          <w:rFonts w:ascii="Book Antiqua" w:eastAsia="Times New Roman" w:hAnsi="Book Antiqua" w:cs="Arial"/>
          <w:b/>
          <w:bCs/>
          <w:lang w:eastAsia="cs-CZ"/>
        </w:rPr>
        <w:t>ost ev.č.</w:t>
      </w:r>
      <w:r w:rsidR="00FF7B21" w:rsidRPr="007E0D7A">
        <w:rPr>
          <w:rFonts w:ascii="Book Antiqua" w:eastAsia="Times New Roman" w:hAnsi="Book Antiqua" w:cs="Arial"/>
          <w:b/>
          <w:bCs/>
          <w:lang w:eastAsia="cs-CZ"/>
        </w:rPr>
        <w:t xml:space="preserve"> </w:t>
      </w:r>
      <w:r w:rsidR="001F3680" w:rsidRPr="007E0D7A">
        <w:rPr>
          <w:rFonts w:ascii="Book Antiqua" w:eastAsia="Times New Roman" w:hAnsi="Book Antiqua" w:cs="Arial"/>
          <w:b/>
          <w:bCs/>
          <w:lang w:eastAsia="cs-CZ"/>
        </w:rPr>
        <w:t>34216-1 Klenovka</w:t>
      </w:r>
      <w:r w:rsidR="000C4DB6" w:rsidRPr="007E0D7A">
        <w:rPr>
          <w:rFonts w:ascii="Book Antiqua" w:eastAsia="Calibri" w:hAnsi="Book Antiqua" w:cs="Arial"/>
          <w:b/>
        </w:rPr>
        <w:t>“</w:t>
      </w:r>
      <w:r w:rsidR="003A2690" w:rsidRPr="00016B0B">
        <w:rPr>
          <w:rFonts w:ascii="Book Antiqua" w:eastAsia="Calibri" w:hAnsi="Book Antiqua" w:cs="Arial"/>
          <w:b/>
        </w:rPr>
        <w:t xml:space="preserve"> </w:t>
      </w:r>
      <w:r w:rsidRPr="00016B0B">
        <w:rPr>
          <w:rFonts w:ascii="Book Antiqua" w:eastAsia="Times New Roman" w:hAnsi="Book Antiqua" w:cs="Arial"/>
          <w:lang w:eastAsia="cs-CZ"/>
        </w:rPr>
        <w:t>je tvořena projektov</w:t>
      </w:r>
      <w:r w:rsidR="0018331A" w:rsidRPr="00016B0B">
        <w:rPr>
          <w:rFonts w:ascii="Book Antiqua" w:eastAsia="Times New Roman" w:hAnsi="Book Antiqua" w:cs="Arial"/>
          <w:lang w:eastAsia="cs-CZ"/>
        </w:rPr>
        <w:t>ou dokumentací</w:t>
      </w:r>
      <w:r w:rsidR="00FB0C02">
        <w:rPr>
          <w:rFonts w:ascii="Book Antiqua" w:eastAsia="Times New Roman" w:hAnsi="Book Antiqua" w:cs="Arial"/>
          <w:lang w:eastAsia="cs-CZ"/>
        </w:rPr>
        <w:t xml:space="preserve"> </w:t>
      </w:r>
      <w:r w:rsidR="00436759" w:rsidRPr="00207103">
        <w:rPr>
          <w:rFonts w:ascii="Book Antiqua" w:eastAsia="Times New Roman" w:hAnsi="Book Antiqua" w:cs="Arial"/>
          <w:lang w:eastAsia="cs-CZ"/>
        </w:rPr>
        <w:t>zpracovanou</w:t>
      </w:r>
      <w:r w:rsidR="00CD6A19" w:rsidRPr="00207103">
        <w:rPr>
          <w:rFonts w:ascii="Book Antiqua" w:eastAsia="Times New Roman" w:hAnsi="Book Antiqua" w:cs="Arial"/>
          <w:lang w:eastAsia="cs-CZ"/>
        </w:rPr>
        <w:t xml:space="preserve"> společností</w:t>
      </w:r>
      <w:r w:rsidR="00671582" w:rsidRPr="006C0F3B">
        <w:rPr>
          <w:rFonts w:ascii="Book Antiqua" w:eastAsia="Times New Roman" w:hAnsi="Book Antiqua" w:cs="Arial"/>
          <w:lang w:eastAsia="cs-CZ"/>
        </w:rPr>
        <w:t xml:space="preserve"> </w:t>
      </w:r>
      <w:r w:rsidR="00B42301" w:rsidRPr="008C391E">
        <w:rPr>
          <w:rFonts w:ascii="Book Antiqua" w:hAnsi="Book Antiqua"/>
        </w:rPr>
        <w:t>PRODIN a.s.</w:t>
      </w:r>
      <w:r w:rsidR="00B42301" w:rsidRPr="0000236B">
        <w:rPr>
          <w:rFonts w:ascii="Book Antiqua" w:hAnsi="Book Antiqua"/>
        </w:rPr>
        <w:t xml:space="preserve">, sídlem </w:t>
      </w:r>
      <w:r w:rsidR="00B42301">
        <w:rPr>
          <w:rFonts w:ascii="Book Antiqua" w:hAnsi="Book Antiqua"/>
        </w:rPr>
        <w:t xml:space="preserve">K Vápence 2745, </w:t>
      </w:r>
      <w:proofErr w:type="gramStart"/>
      <w:r w:rsidR="00B42301">
        <w:rPr>
          <w:rFonts w:ascii="Book Antiqua" w:hAnsi="Book Antiqua"/>
        </w:rPr>
        <w:t>Zelené</w:t>
      </w:r>
      <w:proofErr w:type="gramEnd"/>
      <w:r w:rsidR="00B42301">
        <w:rPr>
          <w:rFonts w:ascii="Book Antiqua" w:hAnsi="Book Antiqua"/>
        </w:rPr>
        <w:t xml:space="preserve"> Předměstí, 530 02 Pardubice</w:t>
      </w:r>
      <w:r w:rsidR="00B42301" w:rsidRPr="0000236B">
        <w:rPr>
          <w:rFonts w:ascii="Book Antiqua" w:hAnsi="Book Antiqua"/>
        </w:rPr>
        <w:t xml:space="preserve">, IČO: </w:t>
      </w:r>
      <w:r w:rsidR="00B42301" w:rsidRPr="001A4B91">
        <w:rPr>
          <w:rFonts w:ascii="Book Antiqua" w:hAnsi="Book Antiqua"/>
        </w:rPr>
        <w:t>252 92 161</w:t>
      </w:r>
      <w:r w:rsidR="00207103" w:rsidRPr="006C0F3B">
        <w:rPr>
          <w:rFonts w:ascii="Book Antiqua" w:eastAsia="Times New Roman" w:hAnsi="Book Antiqua" w:cs="Arial"/>
          <w:lang w:eastAsia="cs-CZ"/>
        </w:rPr>
        <w:t>,</w:t>
      </w:r>
      <w:r w:rsidR="00E546C1" w:rsidRPr="004567DB">
        <w:rPr>
          <w:rFonts w:ascii="Book Antiqua" w:eastAsia="Times New Roman" w:hAnsi="Book Antiqua" w:cs="Arial"/>
          <w:lang w:eastAsia="cs-CZ"/>
        </w:rPr>
        <w:t xml:space="preserve"> </w:t>
      </w:r>
      <w:r w:rsidR="00CD6A19" w:rsidRPr="004567DB">
        <w:rPr>
          <w:rFonts w:ascii="Book Antiqua" w:eastAsia="Times New Roman" w:hAnsi="Book Antiqua" w:cs="Arial"/>
          <w:lang w:eastAsia="cs-CZ"/>
        </w:rPr>
        <w:t xml:space="preserve">se zodpovědným projektantem </w:t>
      </w:r>
      <w:r w:rsidR="004A284A" w:rsidRPr="004A284A">
        <w:rPr>
          <w:rFonts w:ascii="Book Antiqua" w:hAnsi="Book Antiqua" w:cstheme="minorHAnsi"/>
        </w:rPr>
        <w:t>– Ing. Jan</w:t>
      </w:r>
      <w:r w:rsidR="004A284A">
        <w:rPr>
          <w:rFonts w:ascii="Book Antiqua" w:hAnsi="Book Antiqua" w:cstheme="minorHAnsi"/>
        </w:rPr>
        <w:t>em</w:t>
      </w:r>
      <w:r w:rsidR="004A284A" w:rsidRPr="004A284A">
        <w:rPr>
          <w:rFonts w:ascii="Book Antiqua" w:hAnsi="Book Antiqua" w:cstheme="minorHAnsi"/>
        </w:rPr>
        <w:t xml:space="preserve"> Burs</w:t>
      </w:r>
      <w:r w:rsidR="004A284A">
        <w:rPr>
          <w:rFonts w:ascii="Book Antiqua" w:hAnsi="Book Antiqua" w:cstheme="minorHAnsi"/>
        </w:rPr>
        <w:t>ou</w:t>
      </w:r>
      <w:r w:rsidR="00567B05">
        <w:rPr>
          <w:rFonts w:ascii="Book Antiqua" w:eastAsia="Times New Roman" w:hAnsi="Book Antiqua" w:cs="Arial"/>
          <w:lang w:eastAsia="cs-CZ"/>
        </w:rPr>
        <w:t xml:space="preserve">, </w:t>
      </w:r>
      <w:r w:rsidR="00E546C1" w:rsidRPr="004567DB">
        <w:rPr>
          <w:rFonts w:ascii="Book Antiqua" w:eastAsia="Times New Roman" w:hAnsi="Book Antiqua" w:cs="Arial"/>
          <w:lang w:eastAsia="cs-CZ"/>
        </w:rPr>
        <w:t xml:space="preserve">datum: </w:t>
      </w:r>
      <w:r w:rsidR="006074E1">
        <w:rPr>
          <w:rFonts w:ascii="Book Antiqua" w:hAnsi="Book Antiqua" w:cstheme="minorHAnsi"/>
        </w:rPr>
        <w:t>11/2024</w:t>
      </w:r>
      <w:r w:rsidR="00DE0758" w:rsidRPr="004567DB">
        <w:rPr>
          <w:rFonts w:ascii="Book Antiqua" w:eastAsia="Times New Roman" w:hAnsi="Book Antiqua" w:cs="Arial"/>
          <w:lang w:eastAsia="cs-CZ"/>
        </w:rPr>
        <w:t>.</w:t>
      </w:r>
    </w:p>
    <w:p w14:paraId="226C8DC2" w14:textId="77777777" w:rsidR="00337A99" w:rsidRDefault="00337A99" w:rsidP="00C85AAB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398706F8" w14:textId="77777777" w:rsidR="00464A45" w:rsidRDefault="001D56DF" w:rsidP="00EE694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951417">
        <w:rPr>
          <w:rFonts w:ascii="Book Antiqua" w:eastAsia="Times New Roman" w:hAnsi="Book Antiqua" w:cs="Arial"/>
          <w:lang w:eastAsia="cs-CZ"/>
        </w:rPr>
        <w:t>Projektov</w:t>
      </w:r>
      <w:r w:rsidR="008F44DF" w:rsidRPr="00951417">
        <w:rPr>
          <w:rFonts w:ascii="Book Antiqua" w:eastAsia="Times New Roman" w:hAnsi="Book Antiqua" w:cs="Arial"/>
          <w:lang w:eastAsia="cs-CZ"/>
        </w:rPr>
        <w:t>á</w:t>
      </w:r>
      <w:r w:rsidRPr="00951417">
        <w:rPr>
          <w:rFonts w:ascii="Book Antiqua" w:eastAsia="Times New Roman" w:hAnsi="Book Antiqua" w:cs="Arial"/>
          <w:lang w:eastAsia="cs-CZ"/>
        </w:rPr>
        <w:t xml:space="preserve"> dokumentace 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pro </w:t>
      </w:r>
      <w:r w:rsidR="008E64BD">
        <w:rPr>
          <w:rFonts w:ascii="Book Antiqua" w:eastAsia="Times New Roman" w:hAnsi="Book Antiqua" w:cs="Arial"/>
          <w:lang w:eastAsia="cs-CZ"/>
        </w:rPr>
        <w:t>Veřejnou zakázku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 je</w:t>
      </w:r>
      <w:r w:rsidRPr="00951417">
        <w:rPr>
          <w:rFonts w:ascii="Book Antiqua" w:eastAsia="Times New Roman" w:hAnsi="Book Antiqua" w:cs="Arial"/>
          <w:lang w:eastAsia="cs-CZ"/>
        </w:rPr>
        <w:t xml:space="preserve"> přiložena jako</w:t>
      </w:r>
      <w:r w:rsidR="00966CB0" w:rsidRPr="00951417">
        <w:rPr>
          <w:rFonts w:ascii="Book Antiqua" w:eastAsia="Times New Roman" w:hAnsi="Book Antiqua" w:cs="Arial"/>
          <w:lang w:eastAsia="cs-CZ"/>
        </w:rPr>
        <w:t xml:space="preserve"> následující</w:t>
      </w:r>
      <w:r w:rsidRPr="00951417">
        <w:rPr>
          <w:rFonts w:ascii="Book Antiqua" w:eastAsia="Times New Roman" w:hAnsi="Book Antiqua" w:cs="Arial"/>
          <w:lang w:eastAsia="cs-CZ"/>
        </w:rPr>
        <w:t xml:space="preserve"> samostatn</w:t>
      </w:r>
      <w:r w:rsidR="001C2FF4" w:rsidRPr="00951417">
        <w:rPr>
          <w:rFonts w:ascii="Book Antiqua" w:eastAsia="Times New Roman" w:hAnsi="Book Antiqua" w:cs="Arial"/>
          <w:lang w:eastAsia="cs-CZ"/>
        </w:rPr>
        <w:t>ý</w:t>
      </w:r>
      <w:r w:rsidRPr="00951417">
        <w:rPr>
          <w:rFonts w:ascii="Book Antiqua" w:eastAsia="Times New Roman" w:hAnsi="Book Antiqua" w:cs="Arial"/>
          <w:lang w:eastAsia="cs-CZ"/>
        </w:rPr>
        <w:t xml:space="preserve"> s</w:t>
      </w:r>
      <w:r w:rsidR="001C2FF4" w:rsidRPr="00951417">
        <w:rPr>
          <w:rFonts w:ascii="Book Antiqua" w:eastAsia="Times New Roman" w:hAnsi="Book Antiqua" w:cs="Arial"/>
          <w:lang w:eastAsia="cs-CZ"/>
        </w:rPr>
        <w:t>oubor</w:t>
      </w:r>
      <w:r w:rsidR="00517A0C" w:rsidRPr="00951417">
        <w:rPr>
          <w:rFonts w:ascii="Book Antiqua" w:eastAsia="Times New Roman" w:hAnsi="Book Antiqua" w:cs="Arial"/>
          <w:lang w:eastAsia="cs-CZ"/>
        </w:rPr>
        <w:t>:</w:t>
      </w:r>
      <w:r w:rsidR="008E64BD">
        <w:rPr>
          <w:rFonts w:ascii="Book Antiqua" w:eastAsia="Times New Roman" w:hAnsi="Book Antiqua" w:cs="Arial"/>
          <w:lang w:eastAsia="cs-CZ"/>
        </w:rPr>
        <w:t xml:space="preserve"> </w:t>
      </w:r>
      <w:r w:rsidRPr="00B13D65">
        <w:rPr>
          <w:rFonts w:ascii="Book Antiqua" w:eastAsia="Times New Roman" w:hAnsi="Book Antiqua" w:cs="Arial"/>
          <w:lang w:eastAsia="cs-CZ"/>
        </w:rPr>
        <w:t xml:space="preserve">Příloha </w:t>
      </w:r>
      <w:proofErr w:type="spellStart"/>
      <w:r w:rsidR="00AA07B2" w:rsidRPr="00B13D65">
        <w:rPr>
          <w:rFonts w:ascii="Book Antiqua" w:eastAsia="Times New Roman" w:hAnsi="Book Antiqua" w:cs="Arial"/>
          <w:lang w:eastAsia="cs-CZ"/>
        </w:rPr>
        <w:t>f</w:t>
      </w:r>
      <w:r w:rsidRPr="00B13D65">
        <w:rPr>
          <w:rFonts w:ascii="Book Antiqua" w:eastAsia="Times New Roman" w:hAnsi="Book Antiqua" w:cs="Arial"/>
          <w:lang w:eastAsia="cs-CZ"/>
        </w:rPr>
        <w:t>.b</w:t>
      </w:r>
      <w:proofErr w:type="spellEnd"/>
      <w:r w:rsidRPr="00B13D65">
        <w:rPr>
          <w:rFonts w:ascii="Book Antiqua" w:eastAsia="Times New Roman" w:hAnsi="Book Antiqua" w:cs="Arial"/>
          <w:lang w:eastAsia="cs-CZ"/>
        </w:rPr>
        <w:t xml:space="preserve">) </w:t>
      </w:r>
      <w:r w:rsidR="00517A0C" w:rsidRPr="00B13D65">
        <w:rPr>
          <w:rFonts w:ascii="Book Antiqua" w:eastAsia="Times New Roman" w:hAnsi="Book Antiqua" w:cs="Arial"/>
          <w:lang w:eastAsia="cs-CZ"/>
        </w:rPr>
        <w:t xml:space="preserve">– </w:t>
      </w:r>
      <w:r w:rsidR="008E64BD">
        <w:rPr>
          <w:rFonts w:ascii="Book Antiqua" w:eastAsia="Times New Roman" w:hAnsi="Book Antiqua" w:cs="Arial"/>
          <w:lang w:eastAsia="cs-CZ"/>
        </w:rPr>
        <w:t>Projektová dokumentace</w:t>
      </w:r>
      <w:r w:rsidR="00016B0B">
        <w:rPr>
          <w:rFonts w:ascii="Book Antiqua" w:eastAsia="Times New Roman" w:hAnsi="Book Antiqua" w:cs="Arial"/>
          <w:lang w:eastAsia="cs-CZ"/>
        </w:rPr>
        <w:t>.</w:t>
      </w:r>
      <w:r w:rsidR="001C2FF4" w:rsidRPr="00B13D65">
        <w:rPr>
          <w:rFonts w:ascii="Book Antiqua" w:eastAsia="Times New Roman" w:hAnsi="Book Antiqua" w:cs="Arial"/>
          <w:lang w:eastAsia="cs-CZ"/>
        </w:rPr>
        <w:t>zip</w:t>
      </w:r>
      <w:r w:rsidR="00016B0B">
        <w:rPr>
          <w:rFonts w:ascii="Book Antiqua" w:eastAsia="Times New Roman" w:hAnsi="Book Antiqua" w:cs="Arial"/>
          <w:lang w:eastAsia="cs-CZ"/>
        </w:rPr>
        <w:t xml:space="preserve">. </w:t>
      </w:r>
    </w:p>
    <w:p w14:paraId="0C233A7A" w14:textId="77777777" w:rsidR="00517A0C" w:rsidRPr="001D56DF" w:rsidRDefault="00517A0C" w:rsidP="00517A0C">
      <w:pPr>
        <w:spacing w:after="0" w:line="240" w:lineRule="auto"/>
        <w:jc w:val="both"/>
        <w:textAlignment w:val="baseline"/>
        <w:rPr>
          <w:rFonts w:ascii="Book Antiqua" w:hAnsi="Book Antiqua"/>
          <w:b/>
          <w:bCs/>
          <w:sz w:val="24"/>
          <w:szCs w:val="24"/>
        </w:rPr>
      </w:pPr>
    </w:p>
    <w:sectPr w:rsidR="00517A0C" w:rsidRPr="001D56D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2FCF3" w14:textId="77777777" w:rsidR="0068390B" w:rsidRDefault="0068390B" w:rsidP="001D56DF">
      <w:pPr>
        <w:spacing w:after="0" w:line="240" w:lineRule="auto"/>
      </w:pPr>
      <w:r>
        <w:separator/>
      </w:r>
    </w:p>
  </w:endnote>
  <w:endnote w:type="continuationSeparator" w:id="0">
    <w:p w14:paraId="4A4522F4" w14:textId="77777777" w:rsidR="0068390B" w:rsidRDefault="0068390B" w:rsidP="001D56DF">
      <w:pPr>
        <w:spacing w:after="0" w:line="240" w:lineRule="auto"/>
      </w:pPr>
      <w:r>
        <w:continuationSeparator/>
      </w:r>
    </w:p>
  </w:endnote>
  <w:endnote w:type="continuationNotice" w:id="1">
    <w:p w14:paraId="0C6C7AA0" w14:textId="77777777" w:rsidR="0068390B" w:rsidRDefault="0068390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30D8099E" w14:textId="77777777" w:rsidTr="2B15D077">
      <w:tc>
        <w:tcPr>
          <w:tcW w:w="3020" w:type="dxa"/>
        </w:tcPr>
        <w:p w14:paraId="391E3908" w14:textId="77777777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577EBD19" w14:textId="77777777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34295614" w14:textId="77777777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6AF5CFC2" w14:textId="77777777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F58AF5" w14:textId="77777777" w:rsidR="0068390B" w:rsidRDefault="0068390B" w:rsidP="001D56DF">
      <w:pPr>
        <w:spacing w:after="0" w:line="240" w:lineRule="auto"/>
      </w:pPr>
      <w:r>
        <w:separator/>
      </w:r>
    </w:p>
  </w:footnote>
  <w:footnote w:type="continuationSeparator" w:id="0">
    <w:p w14:paraId="4B6348E6" w14:textId="77777777" w:rsidR="0068390B" w:rsidRDefault="0068390B" w:rsidP="001D56DF">
      <w:pPr>
        <w:spacing w:after="0" w:line="240" w:lineRule="auto"/>
      </w:pPr>
      <w:r>
        <w:continuationSeparator/>
      </w:r>
    </w:p>
  </w:footnote>
  <w:footnote w:type="continuationNotice" w:id="1">
    <w:p w14:paraId="38C6AE56" w14:textId="77777777" w:rsidR="0068390B" w:rsidRDefault="0068390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B6795" w14:textId="77777777" w:rsidR="00974491" w:rsidRDefault="00515BE8" w:rsidP="00515BE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41D67A44" wp14:editId="5C1D6B9A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74491">
      <w:tab/>
    </w:r>
    <w:r w:rsidR="00974491">
      <w:rPr>
        <w:noProof/>
        <w:lang w:eastAsia="cs-CZ"/>
      </w:rPr>
      <w:t xml:space="preserve">                                           </w:t>
    </w:r>
    <w:r>
      <w:rPr>
        <w:noProof/>
        <w:lang w:eastAsia="cs-CZ"/>
      </w:rPr>
      <w:t xml:space="preserve">           </w:t>
    </w:r>
    <w:r w:rsidR="00974491">
      <w:rPr>
        <w:noProof/>
        <w:lang w:eastAsia="cs-CZ"/>
      </w:rPr>
      <w:t xml:space="preserve">         </w:t>
    </w:r>
    <w:r w:rsidR="00974491">
      <w:rPr>
        <w:noProof/>
        <w:lang w:eastAsia="cs-CZ"/>
      </w:rPr>
      <w:drawing>
        <wp:inline distT="0" distB="0" distL="0" distR="0" wp14:anchorId="6FB5D82C" wp14:editId="2E32F909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C1A2DC" w14:textId="77777777" w:rsidR="001D56DF" w:rsidRDefault="001D56DF" w:rsidP="001D56DF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DFE"/>
    <w:rsid w:val="00006543"/>
    <w:rsid w:val="00016B0B"/>
    <w:rsid w:val="00043456"/>
    <w:rsid w:val="00047DF8"/>
    <w:rsid w:val="000604CC"/>
    <w:rsid w:val="00062447"/>
    <w:rsid w:val="0009533E"/>
    <w:rsid w:val="000C0DCE"/>
    <w:rsid w:val="000C4DB6"/>
    <w:rsid w:val="000F4974"/>
    <w:rsid w:val="000F55FC"/>
    <w:rsid w:val="00105ED1"/>
    <w:rsid w:val="001117BE"/>
    <w:rsid w:val="00111CFB"/>
    <w:rsid w:val="00120E3F"/>
    <w:rsid w:val="00122DA8"/>
    <w:rsid w:val="00123C71"/>
    <w:rsid w:val="001255FD"/>
    <w:rsid w:val="00164F28"/>
    <w:rsid w:val="001743F4"/>
    <w:rsid w:val="0018331A"/>
    <w:rsid w:val="001927ED"/>
    <w:rsid w:val="001C2FF4"/>
    <w:rsid w:val="001C4FB9"/>
    <w:rsid w:val="001C5270"/>
    <w:rsid w:val="001D1A86"/>
    <w:rsid w:val="001D2394"/>
    <w:rsid w:val="001D3795"/>
    <w:rsid w:val="001D56DF"/>
    <w:rsid w:val="001D6C42"/>
    <w:rsid w:val="001E4F16"/>
    <w:rsid w:val="001F28A5"/>
    <w:rsid w:val="001F3680"/>
    <w:rsid w:val="001F543E"/>
    <w:rsid w:val="00202FF6"/>
    <w:rsid w:val="00207103"/>
    <w:rsid w:val="00213225"/>
    <w:rsid w:val="0022554E"/>
    <w:rsid w:val="0028049B"/>
    <w:rsid w:val="00281FF9"/>
    <w:rsid w:val="00292F7E"/>
    <w:rsid w:val="00295E66"/>
    <w:rsid w:val="002B5CCE"/>
    <w:rsid w:val="002C61F8"/>
    <w:rsid w:val="002C7AAE"/>
    <w:rsid w:val="002F4E8E"/>
    <w:rsid w:val="002F659D"/>
    <w:rsid w:val="0030696C"/>
    <w:rsid w:val="003076AB"/>
    <w:rsid w:val="003144D1"/>
    <w:rsid w:val="00327185"/>
    <w:rsid w:val="003337D5"/>
    <w:rsid w:val="0033594E"/>
    <w:rsid w:val="00337A99"/>
    <w:rsid w:val="00337E5C"/>
    <w:rsid w:val="00343A46"/>
    <w:rsid w:val="00352365"/>
    <w:rsid w:val="003759C1"/>
    <w:rsid w:val="00383D6E"/>
    <w:rsid w:val="00392A13"/>
    <w:rsid w:val="003A2690"/>
    <w:rsid w:val="003C2AE4"/>
    <w:rsid w:val="003C5E20"/>
    <w:rsid w:val="003D4CF3"/>
    <w:rsid w:val="00402FF8"/>
    <w:rsid w:val="00415D9C"/>
    <w:rsid w:val="004221EA"/>
    <w:rsid w:val="00431308"/>
    <w:rsid w:val="0043292C"/>
    <w:rsid w:val="00434845"/>
    <w:rsid w:val="00436759"/>
    <w:rsid w:val="00446191"/>
    <w:rsid w:val="00446BFF"/>
    <w:rsid w:val="0045675D"/>
    <w:rsid w:val="004567DB"/>
    <w:rsid w:val="00460327"/>
    <w:rsid w:val="00464A45"/>
    <w:rsid w:val="00491D2D"/>
    <w:rsid w:val="00492601"/>
    <w:rsid w:val="00494BC7"/>
    <w:rsid w:val="004A1142"/>
    <w:rsid w:val="004A284A"/>
    <w:rsid w:val="004A41AE"/>
    <w:rsid w:val="004B45DC"/>
    <w:rsid w:val="004F26ED"/>
    <w:rsid w:val="005014AD"/>
    <w:rsid w:val="00514256"/>
    <w:rsid w:val="0051489D"/>
    <w:rsid w:val="00515BE8"/>
    <w:rsid w:val="00517A0C"/>
    <w:rsid w:val="00530B66"/>
    <w:rsid w:val="00531BA2"/>
    <w:rsid w:val="005332DC"/>
    <w:rsid w:val="005338B3"/>
    <w:rsid w:val="00535AF9"/>
    <w:rsid w:val="00540C2B"/>
    <w:rsid w:val="00540E7A"/>
    <w:rsid w:val="00555EBE"/>
    <w:rsid w:val="00557A5F"/>
    <w:rsid w:val="00560477"/>
    <w:rsid w:val="00564DD5"/>
    <w:rsid w:val="00567B05"/>
    <w:rsid w:val="005707F2"/>
    <w:rsid w:val="00574C9B"/>
    <w:rsid w:val="00577FB8"/>
    <w:rsid w:val="00582A87"/>
    <w:rsid w:val="00586D95"/>
    <w:rsid w:val="005A0DB1"/>
    <w:rsid w:val="005C1ECE"/>
    <w:rsid w:val="005E2F03"/>
    <w:rsid w:val="005F4802"/>
    <w:rsid w:val="006025BC"/>
    <w:rsid w:val="0060323A"/>
    <w:rsid w:val="006074E1"/>
    <w:rsid w:val="0061268D"/>
    <w:rsid w:val="00617D9D"/>
    <w:rsid w:val="0062503B"/>
    <w:rsid w:val="006525F8"/>
    <w:rsid w:val="00656CAF"/>
    <w:rsid w:val="0066314E"/>
    <w:rsid w:val="00671582"/>
    <w:rsid w:val="00681D1F"/>
    <w:rsid w:val="0068390B"/>
    <w:rsid w:val="00686283"/>
    <w:rsid w:val="0068752B"/>
    <w:rsid w:val="006A1DB4"/>
    <w:rsid w:val="006A503C"/>
    <w:rsid w:val="006A548F"/>
    <w:rsid w:val="006C0F3B"/>
    <w:rsid w:val="006C2D09"/>
    <w:rsid w:val="006D3D5E"/>
    <w:rsid w:val="006D67F8"/>
    <w:rsid w:val="006F5094"/>
    <w:rsid w:val="006F74E0"/>
    <w:rsid w:val="0071100A"/>
    <w:rsid w:val="00741EEF"/>
    <w:rsid w:val="00742AC4"/>
    <w:rsid w:val="007B1D15"/>
    <w:rsid w:val="007B4BF7"/>
    <w:rsid w:val="007C1F1F"/>
    <w:rsid w:val="007E0D7A"/>
    <w:rsid w:val="007E6A83"/>
    <w:rsid w:val="007F5EB6"/>
    <w:rsid w:val="007F66E8"/>
    <w:rsid w:val="00802529"/>
    <w:rsid w:val="00802D7B"/>
    <w:rsid w:val="0080387E"/>
    <w:rsid w:val="00827C15"/>
    <w:rsid w:val="00831999"/>
    <w:rsid w:val="00846107"/>
    <w:rsid w:val="00854CCF"/>
    <w:rsid w:val="00865EA4"/>
    <w:rsid w:val="00877899"/>
    <w:rsid w:val="008D39CE"/>
    <w:rsid w:val="008D4B3E"/>
    <w:rsid w:val="008E64BD"/>
    <w:rsid w:val="008F44DF"/>
    <w:rsid w:val="008F7DC6"/>
    <w:rsid w:val="00900079"/>
    <w:rsid w:val="00902D0B"/>
    <w:rsid w:val="00905AAB"/>
    <w:rsid w:val="00910632"/>
    <w:rsid w:val="00911CC4"/>
    <w:rsid w:val="00911D45"/>
    <w:rsid w:val="00914E0F"/>
    <w:rsid w:val="0094083C"/>
    <w:rsid w:val="00943A15"/>
    <w:rsid w:val="00950364"/>
    <w:rsid w:val="00951417"/>
    <w:rsid w:val="0096550B"/>
    <w:rsid w:val="00966CB0"/>
    <w:rsid w:val="00974491"/>
    <w:rsid w:val="009B26A5"/>
    <w:rsid w:val="009B580B"/>
    <w:rsid w:val="009C182F"/>
    <w:rsid w:val="009C2176"/>
    <w:rsid w:val="009C3A2F"/>
    <w:rsid w:val="009D34EB"/>
    <w:rsid w:val="009D53F8"/>
    <w:rsid w:val="00A12768"/>
    <w:rsid w:val="00A22667"/>
    <w:rsid w:val="00A31359"/>
    <w:rsid w:val="00A43630"/>
    <w:rsid w:val="00A609DB"/>
    <w:rsid w:val="00A62C4D"/>
    <w:rsid w:val="00A70026"/>
    <w:rsid w:val="00A81173"/>
    <w:rsid w:val="00AA07B2"/>
    <w:rsid w:val="00AB144D"/>
    <w:rsid w:val="00AC4CE4"/>
    <w:rsid w:val="00AE16AF"/>
    <w:rsid w:val="00AF2D72"/>
    <w:rsid w:val="00B00DC5"/>
    <w:rsid w:val="00B11DEC"/>
    <w:rsid w:val="00B13D65"/>
    <w:rsid w:val="00B2415D"/>
    <w:rsid w:val="00B25A8A"/>
    <w:rsid w:val="00B313AD"/>
    <w:rsid w:val="00B378C5"/>
    <w:rsid w:val="00B42301"/>
    <w:rsid w:val="00B453FB"/>
    <w:rsid w:val="00B534E7"/>
    <w:rsid w:val="00B562FA"/>
    <w:rsid w:val="00B66ACC"/>
    <w:rsid w:val="00B70832"/>
    <w:rsid w:val="00B94F21"/>
    <w:rsid w:val="00B96475"/>
    <w:rsid w:val="00BC723E"/>
    <w:rsid w:val="00BD1555"/>
    <w:rsid w:val="00BE03FF"/>
    <w:rsid w:val="00C059D6"/>
    <w:rsid w:val="00C156EB"/>
    <w:rsid w:val="00C16DA8"/>
    <w:rsid w:val="00C237CA"/>
    <w:rsid w:val="00C23E36"/>
    <w:rsid w:val="00C27B17"/>
    <w:rsid w:val="00C336F1"/>
    <w:rsid w:val="00C35B2C"/>
    <w:rsid w:val="00C414E9"/>
    <w:rsid w:val="00C42503"/>
    <w:rsid w:val="00C4750B"/>
    <w:rsid w:val="00C56890"/>
    <w:rsid w:val="00C65C8B"/>
    <w:rsid w:val="00C662BF"/>
    <w:rsid w:val="00C729CE"/>
    <w:rsid w:val="00C85AAB"/>
    <w:rsid w:val="00C924B5"/>
    <w:rsid w:val="00C97034"/>
    <w:rsid w:val="00CA4173"/>
    <w:rsid w:val="00CA4E44"/>
    <w:rsid w:val="00CB1B83"/>
    <w:rsid w:val="00CB46D2"/>
    <w:rsid w:val="00CB73D6"/>
    <w:rsid w:val="00CB747D"/>
    <w:rsid w:val="00CC2B93"/>
    <w:rsid w:val="00CC5023"/>
    <w:rsid w:val="00CD6A19"/>
    <w:rsid w:val="00CE3DCC"/>
    <w:rsid w:val="00CE57C6"/>
    <w:rsid w:val="00CF3768"/>
    <w:rsid w:val="00D216EE"/>
    <w:rsid w:val="00D25D56"/>
    <w:rsid w:val="00D35D28"/>
    <w:rsid w:val="00D372F3"/>
    <w:rsid w:val="00D416DD"/>
    <w:rsid w:val="00D5049B"/>
    <w:rsid w:val="00D54653"/>
    <w:rsid w:val="00D76EB8"/>
    <w:rsid w:val="00D81B2C"/>
    <w:rsid w:val="00D95A9A"/>
    <w:rsid w:val="00DC438C"/>
    <w:rsid w:val="00DC636C"/>
    <w:rsid w:val="00DE0758"/>
    <w:rsid w:val="00DE317B"/>
    <w:rsid w:val="00DE48EA"/>
    <w:rsid w:val="00DE6EB1"/>
    <w:rsid w:val="00E04FA1"/>
    <w:rsid w:val="00E424F5"/>
    <w:rsid w:val="00E434DE"/>
    <w:rsid w:val="00E53FD8"/>
    <w:rsid w:val="00E546C1"/>
    <w:rsid w:val="00E61E3E"/>
    <w:rsid w:val="00E6323D"/>
    <w:rsid w:val="00E636FC"/>
    <w:rsid w:val="00E92BEB"/>
    <w:rsid w:val="00E94816"/>
    <w:rsid w:val="00EA0A99"/>
    <w:rsid w:val="00EA2B25"/>
    <w:rsid w:val="00EA5678"/>
    <w:rsid w:val="00EC6684"/>
    <w:rsid w:val="00ED787B"/>
    <w:rsid w:val="00EE51F7"/>
    <w:rsid w:val="00EE61AF"/>
    <w:rsid w:val="00EE694C"/>
    <w:rsid w:val="00EF292C"/>
    <w:rsid w:val="00EF4F00"/>
    <w:rsid w:val="00F03067"/>
    <w:rsid w:val="00F11949"/>
    <w:rsid w:val="00F15030"/>
    <w:rsid w:val="00F26595"/>
    <w:rsid w:val="00F32423"/>
    <w:rsid w:val="00F3655F"/>
    <w:rsid w:val="00F37DB1"/>
    <w:rsid w:val="00F51569"/>
    <w:rsid w:val="00F555BA"/>
    <w:rsid w:val="00F646BA"/>
    <w:rsid w:val="00F7237F"/>
    <w:rsid w:val="00F943A3"/>
    <w:rsid w:val="00F971F9"/>
    <w:rsid w:val="00F97DFE"/>
    <w:rsid w:val="00FA1C43"/>
    <w:rsid w:val="00FA58AE"/>
    <w:rsid w:val="00FA66B2"/>
    <w:rsid w:val="00FA7034"/>
    <w:rsid w:val="00FB0C02"/>
    <w:rsid w:val="00FF7B21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7A217"/>
  <w15:chartTrackingRefBased/>
  <w15:docId w15:val="{98638F5F-1D93-4A57-88AE-10938A466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character" w:styleId="Hypertextovodkaz">
    <w:name w:val="Hyperlink"/>
    <w:basedOn w:val="Standardnpsmoodstavce"/>
    <w:rsid w:val="00B313AD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B1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0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8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6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6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21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3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13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8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1805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2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20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7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453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2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3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06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6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1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29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D\OneDrive%20-%20Liftrock\Plocha\Vzory%20dokument&#367;\ZD\Vzory\P&#345;&#237;loha%20f)%20V&#253;kresy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9B1B67C0254B4AAA3DD64A6F8364F6" ma:contentTypeVersion="10" ma:contentTypeDescription="Vytvoří nový dokument" ma:contentTypeScope="" ma:versionID="241e70e91aceee07a818baafa6ecdb41">
  <xsd:schema xmlns:xsd="http://www.w3.org/2001/XMLSchema" xmlns:xs="http://www.w3.org/2001/XMLSchema" xmlns:p="http://schemas.microsoft.com/office/2006/metadata/properties" xmlns:ns2="7cf501dd-6ef5-4f1b-8952-6e820fced335" targetNamespace="http://schemas.microsoft.com/office/2006/metadata/properties" ma:root="true" ma:fieldsID="d3f6cf4fb079aae3ae69b9925fde6e8b" ns2:_="">
    <xsd:import namespace="7cf501dd-6ef5-4f1b-8952-6e820fced3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501dd-6ef5-4f1b-8952-6e820fced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f501dd-6ef5-4f1b-8952-6e820fced33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0A2423-7F87-4DD6-ABF9-6C21F7238CB3}"/>
</file>

<file path=customXml/itemProps3.xml><?xml version="1.0" encoding="utf-8"?>
<ds:datastoreItem xmlns:ds="http://schemas.openxmlformats.org/officeDocument/2006/customXml" ds:itemID="{26B87501-7718-4FF0-BA19-D39EED1823E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Příloha f) Výkresy.dotx</Template>
  <TotalTime>67</TotalTime>
  <Pages>1</Pages>
  <Words>62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Zach</dc:creator>
  <cp:keywords/>
  <dc:description/>
  <cp:lastModifiedBy>Šimon Dvořák</cp:lastModifiedBy>
  <cp:revision>8</cp:revision>
  <dcterms:created xsi:type="dcterms:W3CDTF">2025-11-26T11:16:00Z</dcterms:created>
  <dcterms:modified xsi:type="dcterms:W3CDTF">2026-02-08T23:35:00Z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0x010100DD9B1B67C0254B4AAA3DD64A6F8364F6</vt:lpwstr>
  </property>
  <property fmtid="{D5CDD505-2E9C-101B-9397-08002B2CF9AE}" pid="3" name="MediaServiceImageTags">
    <vt:lpwstr/>
  </property>
</Properties>
</file>